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52B21" w14:textId="77777777" w:rsidR="006E5D65" w:rsidRPr="001E1EDA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E1ED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1E1EDA">
        <w:rPr>
          <w:rFonts w:ascii="Corbel" w:hAnsi="Corbel"/>
          <w:b/>
          <w:bCs/>
          <w:sz w:val="24"/>
          <w:szCs w:val="24"/>
        </w:rPr>
        <w:tab/>
      </w:r>
      <w:r w:rsidR="00CD6897" w:rsidRPr="001E1EDA">
        <w:rPr>
          <w:rFonts w:ascii="Corbel" w:hAnsi="Corbel"/>
          <w:b/>
          <w:bCs/>
          <w:sz w:val="24"/>
          <w:szCs w:val="24"/>
        </w:rPr>
        <w:tab/>
      </w:r>
      <w:r w:rsidR="00CD6897" w:rsidRPr="001E1EDA">
        <w:rPr>
          <w:rFonts w:ascii="Corbel" w:hAnsi="Corbel"/>
          <w:b/>
          <w:bCs/>
          <w:sz w:val="24"/>
          <w:szCs w:val="24"/>
        </w:rPr>
        <w:tab/>
      </w:r>
      <w:r w:rsidR="00CD6897" w:rsidRPr="001E1EDA">
        <w:rPr>
          <w:rFonts w:ascii="Corbel" w:hAnsi="Corbel"/>
          <w:b/>
          <w:bCs/>
          <w:sz w:val="24"/>
          <w:szCs w:val="24"/>
        </w:rPr>
        <w:tab/>
      </w:r>
      <w:r w:rsidR="00CD6897" w:rsidRPr="001E1EDA">
        <w:rPr>
          <w:rFonts w:ascii="Corbel" w:hAnsi="Corbel"/>
          <w:b/>
          <w:bCs/>
          <w:sz w:val="24"/>
          <w:szCs w:val="24"/>
        </w:rPr>
        <w:tab/>
      </w:r>
      <w:r w:rsidR="00CD6897" w:rsidRPr="001E1EDA">
        <w:rPr>
          <w:rFonts w:ascii="Corbel" w:hAnsi="Corbel"/>
          <w:b/>
          <w:bCs/>
          <w:sz w:val="24"/>
          <w:szCs w:val="24"/>
        </w:rPr>
        <w:tab/>
      </w:r>
      <w:r w:rsidR="00D8678B" w:rsidRPr="001E1ED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1E1EDA">
        <w:rPr>
          <w:rFonts w:ascii="Corbel" w:hAnsi="Corbel"/>
          <w:bCs/>
          <w:i/>
          <w:sz w:val="24"/>
          <w:szCs w:val="24"/>
        </w:rPr>
        <w:t>1.5</w:t>
      </w:r>
      <w:r w:rsidR="00D8678B" w:rsidRPr="001E1ED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1E1EDA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1E1ED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1E1EDA">
        <w:rPr>
          <w:rFonts w:ascii="Corbel" w:hAnsi="Corbel"/>
          <w:bCs/>
          <w:i/>
          <w:sz w:val="24"/>
          <w:szCs w:val="24"/>
        </w:rPr>
        <w:t>12/2019</w:t>
      </w:r>
    </w:p>
    <w:p w14:paraId="5CC481D4" w14:textId="77777777" w:rsidR="0085747A" w:rsidRPr="001E1ED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E1EDA">
        <w:rPr>
          <w:rFonts w:ascii="Corbel" w:hAnsi="Corbel"/>
          <w:b/>
          <w:smallCaps/>
          <w:sz w:val="24"/>
          <w:szCs w:val="24"/>
        </w:rPr>
        <w:t>SYLABUS</w:t>
      </w:r>
    </w:p>
    <w:p w14:paraId="79B590FB" w14:textId="66BAADF3" w:rsidR="0085747A" w:rsidRPr="001E1ED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E1ED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E1EDA">
        <w:rPr>
          <w:rFonts w:ascii="Corbel" w:hAnsi="Corbel"/>
          <w:b/>
          <w:smallCaps/>
          <w:sz w:val="24"/>
          <w:szCs w:val="24"/>
        </w:rPr>
        <w:t xml:space="preserve"> </w:t>
      </w:r>
      <w:r w:rsidR="00451453">
        <w:rPr>
          <w:rFonts w:ascii="Corbel" w:hAnsi="Corbel"/>
          <w:i/>
          <w:smallCaps/>
          <w:sz w:val="24"/>
          <w:szCs w:val="24"/>
        </w:rPr>
        <w:t>20</w:t>
      </w:r>
      <w:r w:rsidR="006938CA">
        <w:rPr>
          <w:rFonts w:ascii="Corbel" w:hAnsi="Corbel"/>
          <w:i/>
          <w:smallCaps/>
          <w:sz w:val="24"/>
          <w:szCs w:val="24"/>
        </w:rPr>
        <w:t>19</w:t>
      </w:r>
      <w:r w:rsidR="00451453">
        <w:rPr>
          <w:rFonts w:ascii="Corbel" w:hAnsi="Corbel"/>
          <w:i/>
          <w:smallCaps/>
          <w:sz w:val="24"/>
          <w:szCs w:val="24"/>
        </w:rPr>
        <w:t>-202</w:t>
      </w:r>
      <w:r w:rsidR="006938CA">
        <w:rPr>
          <w:rFonts w:ascii="Corbel" w:hAnsi="Corbel"/>
          <w:i/>
          <w:smallCaps/>
          <w:sz w:val="24"/>
          <w:szCs w:val="24"/>
        </w:rPr>
        <w:t>2</w:t>
      </w:r>
    </w:p>
    <w:p w14:paraId="4587EDC3" w14:textId="77777777" w:rsidR="0085747A" w:rsidRPr="001E1EDA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E1ED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1E1EDA">
        <w:rPr>
          <w:rFonts w:ascii="Corbel" w:hAnsi="Corbel"/>
          <w:i/>
          <w:sz w:val="24"/>
          <w:szCs w:val="24"/>
        </w:rPr>
        <w:t>(skrajne daty</w:t>
      </w:r>
      <w:r w:rsidR="0085747A" w:rsidRPr="001E1EDA">
        <w:rPr>
          <w:rFonts w:ascii="Corbel" w:hAnsi="Corbel"/>
          <w:sz w:val="24"/>
          <w:szCs w:val="24"/>
        </w:rPr>
        <w:t>)</w:t>
      </w:r>
    </w:p>
    <w:p w14:paraId="0AB91FFE" w14:textId="39255887" w:rsidR="00445970" w:rsidRPr="001E1EDA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E1EDA">
        <w:rPr>
          <w:rFonts w:ascii="Corbel" w:hAnsi="Corbel"/>
          <w:sz w:val="24"/>
          <w:szCs w:val="24"/>
        </w:rPr>
        <w:tab/>
      </w:r>
      <w:r w:rsidRPr="001E1EDA">
        <w:rPr>
          <w:rFonts w:ascii="Corbel" w:hAnsi="Corbel"/>
          <w:sz w:val="24"/>
          <w:szCs w:val="24"/>
        </w:rPr>
        <w:tab/>
      </w:r>
      <w:r w:rsidRPr="001E1EDA">
        <w:rPr>
          <w:rFonts w:ascii="Corbel" w:hAnsi="Corbel"/>
          <w:sz w:val="24"/>
          <w:szCs w:val="24"/>
        </w:rPr>
        <w:tab/>
      </w:r>
      <w:r w:rsidRPr="001E1EDA">
        <w:rPr>
          <w:rFonts w:ascii="Corbel" w:hAnsi="Corbel"/>
          <w:sz w:val="24"/>
          <w:szCs w:val="24"/>
        </w:rPr>
        <w:tab/>
        <w:t xml:space="preserve">Rok akademicki   </w:t>
      </w:r>
      <w:r w:rsidR="001E1EDA" w:rsidRPr="001E1EDA">
        <w:rPr>
          <w:rFonts w:ascii="Corbel" w:hAnsi="Corbel"/>
          <w:sz w:val="24"/>
          <w:szCs w:val="24"/>
        </w:rPr>
        <w:t>2</w:t>
      </w:r>
      <w:r w:rsidR="00D701D7">
        <w:rPr>
          <w:rFonts w:ascii="Corbel" w:hAnsi="Corbel"/>
          <w:sz w:val="24"/>
          <w:szCs w:val="24"/>
        </w:rPr>
        <w:t>0</w:t>
      </w:r>
      <w:r w:rsidR="006938CA">
        <w:rPr>
          <w:rFonts w:ascii="Corbel" w:hAnsi="Corbel"/>
          <w:sz w:val="24"/>
          <w:szCs w:val="24"/>
        </w:rPr>
        <w:t>19</w:t>
      </w:r>
      <w:r w:rsidR="00451453">
        <w:rPr>
          <w:rFonts w:ascii="Corbel" w:hAnsi="Corbel"/>
          <w:sz w:val="24"/>
          <w:szCs w:val="24"/>
        </w:rPr>
        <w:t>-202</w:t>
      </w:r>
      <w:r w:rsidR="006938CA">
        <w:rPr>
          <w:rFonts w:ascii="Corbel" w:hAnsi="Corbel"/>
          <w:sz w:val="24"/>
          <w:szCs w:val="24"/>
        </w:rPr>
        <w:t>0</w:t>
      </w:r>
    </w:p>
    <w:p w14:paraId="7B0D180E" w14:textId="77777777" w:rsidR="0085747A" w:rsidRPr="001E1ED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060C78C" w14:textId="77777777" w:rsidR="0085747A" w:rsidRPr="001E1ED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E1EDA">
        <w:rPr>
          <w:rFonts w:ascii="Corbel" w:hAnsi="Corbel"/>
          <w:szCs w:val="24"/>
        </w:rPr>
        <w:t xml:space="preserve">1. </w:t>
      </w:r>
      <w:r w:rsidR="0085747A" w:rsidRPr="001E1EDA">
        <w:rPr>
          <w:rFonts w:ascii="Corbel" w:hAnsi="Corbel"/>
          <w:szCs w:val="24"/>
        </w:rPr>
        <w:t xml:space="preserve">Podstawowe </w:t>
      </w:r>
      <w:r w:rsidR="00445970" w:rsidRPr="001E1ED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E1EDA" w14:paraId="7516D193" w14:textId="77777777" w:rsidTr="00B819C8">
        <w:tc>
          <w:tcPr>
            <w:tcW w:w="2694" w:type="dxa"/>
            <w:vAlign w:val="center"/>
          </w:tcPr>
          <w:p w14:paraId="5BD42671" w14:textId="77777777" w:rsidR="0085747A" w:rsidRPr="001E1ED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4D39C0F" w14:textId="77777777" w:rsidR="0085747A" w:rsidRPr="001E1EDA" w:rsidRDefault="006268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>Aksjologia pracy socjalnej</w:t>
            </w:r>
          </w:p>
        </w:tc>
      </w:tr>
      <w:tr w:rsidR="0085747A" w:rsidRPr="001E1EDA" w14:paraId="08EB9110" w14:textId="77777777" w:rsidTr="00EA527A">
        <w:tc>
          <w:tcPr>
            <w:tcW w:w="2694" w:type="dxa"/>
            <w:vAlign w:val="center"/>
          </w:tcPr>
          <w:p w14:paraId="0772E46D" w14:textId="77777777" w:rsidR="0085747A" w:rsidRPr="001E1ED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E1ED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DB1CBFD" w14:textId="77777777" w:rsidR="0085747A" w:rsidRPr="001E1EDA" w:rsidRDefault="00EA5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>P1S[2]O_03</w:t>
            </w:r>
          </w:p>
        </w:tc>
      </w:tr>
      <w:tr w:rsidR="0085747A" w:rsidRPr="001E1EDA" w14:paraId="3B1CA014" w14:textId="77777777" w:rsidTr="00B819C8">
        <w:tc>
          <w:tcPr>
            <w:tcW w:w="2694" w:type="dxa"/>
            <w:vAlign w:val="center"/>
          </w:tcPr>
          <w:p w14:paraId="5028D8B8" w14:textId="77777777" w:rsidR="0085747A" w:rsidRPr="001E1EDA" w:rsidRDefault="00C2724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1E1ED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E1ED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A0EF6BD" w14:textId="77777777" w:rsidR="0085747A" w:rsidRPr="001E1EDA" w:rsidRDefault="00F92E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1E1EDA" w14:paraId="274A2A80" w14:textId="77777777" w:rsidTr="00B819C8">
        <w:tc>
          <w:tcPr>
            <w:tcW w:w="2694" w:type="dxa"/>
            <w:vAlign w:val="center"/>
          </w:tcPr>
          <w:p w14:paraId="5435FCED" w14:textId="77777777" w:rsidR="0085747A" w:rsidRPr="001E1E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34EBE3" w14:textId="77777777" w:rsidR="0085747A" w:rsidRPr="001E1EDA" w:rsidRDefault="00F92E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E1EDA" w14:paraId="0DFCBB3C" w14:textId="77777777" w:rsidTr="00B819C8">
        <w:tc>
          <w:tcPr>
            <w:tcW w:w="2694" w:type="dxa"/>
            <w:vAlign w:val="center"/>
          </w:tcPr>
          <w:p w14:paraId="634D2B77" w14:textId="77777777" w:rsidR="0085747A" w:rsidRPr="001E1E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897290" w14:textId="77777777" w:rsidR="0085747A" w:rsidRPr="001E1EDA" w:rsidRDefault="00F92E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1E1EDA" w14:paraId="280FFE19" w14:textId="77777777" w:rsidTr="00B819C8">
        <w:tc>
          <w:tcPr>
            <w:tcW w:w="2694" w:type="dxa"/>
            <w:vAlign w:val="center"/>
          </w:tcPr>
          <w:p w14:paraId="33A793C3" w14:textId="77777777" w:rsidR="0085747A" w:rsidRPr="001E1ED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DC64B3" w14:textId="77777777" w:rsidR="0085747A" w:rsidRPr="001E1EDA" w:rsidRDefault="00F92E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1E1EDA" w14:paraId="441D186F" w14:textId="77777777" w:rsidTr="00B819C8">
        <w:tc>
          <w:tcPr>
            <w:tcW w:w="2694" w:type="dxa"/>
            <w:vAlign w:val="center"/>
          </w:tcPr>
          <w:p w14:paraId="0893BB1C" w14:textId="77777777" w:rsidR="0085747A" w:rsidRPr="001E1E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7DD33A" w14:textId="77777777" w:rsidR="0085747A" w:rsidRPr="001E1EDA" w:rsidRDefault="00F92E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1E1EDA" w14:paraId="276DB836" w14:textId="77777777" w:rsidTr="00B819C8">
        <w:tc>
          <w:tcPr>
            <w:tcW w:w="2694" w:type="dxa"/>
            <w:vAlign w:val="center"/>
          </w:tcPr>
          <w:p w14:paraId="2B3F354A" w14:textId="77777777" w:rsidR="0085747A" w:rsidRPr="001E1E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2EC1EFE" w14:textId="77777777" w:rsidR="0085747A" w:rsidRPr="001E1EDA" w:rsidRDefault="00F92E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E1EDA" w14:paraId="2DB8037C" w14:textId="77777777" w:rsidTr="00EA527A">
        <w:tc>
          <w:tcPr>
            <w:tcW w:w="2694" w:type="dxa"/>
            <w:vAlign w:val="center"/>
          </w:tcPr>
          <w:p w14:paraId="3740C376" w14:textId="77777777" w:rsidR="0085747A" w:rsidRPr="001E1E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E1EDA">
              <w:rPr>
                <w:rFonts w:ascii="Corbel" w:hAnsi="Corbel"/>
                <w:sz w:val="24"/>
                <w:szCs w:val="24"/>
              </w:rPr>
              <w:t>/y</w:t>
            </w:r>
            <w:r w:rsidRPr="001E1ED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A976986" w14:textId="77777777" w:rsidR="0085747A" w:rsidRPr="001E1EDA" w:rsidRDefault="00EA5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>Rok 1, semestr II</w:t>
            </w:r>
          </w:p>
        </w:tc>
      </w:tr>
      <w:tr w:rsidR="0085747A" w:rsidRPr="001E1EDA" w14:paraId="1AD979CF" w14:textId="77777777" w:rsidTr="00EA527A">
        <w:tc>
          <w:tcPr>
            <w:tcW w:w="2694" w:type="dxa"/>
            <w:vAlign w:val="center"/>
          </w:tcPr>
          <w:p w14:paraId="076A82AB" w14:textId="77777777" w:rsidR="0085747A" w:rsidRPr="001E1E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C238CB3" w14:textId="77777777" w:rsidR="0085747A" w:rsidRPr="001E1EDA" w:rsidRDefault="00EA5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1E1EDA" w14:paraId="6F695F2D" w14:textId="77777777" w:rsidTr="00B819C8">
        <w:tc>
          <w:tcPr>
            <w:tcW w:w="2694" w:type="dxa"/>
            <w:vAlign w:val="center"/>
          </w:tcPr>
          <w:p w14:paraId="2422B851" w14:textId="77777777" w:rsidR="00923D7D" w:rsidRPr="001E1ED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305C527" w14:textId="77777777" w:rsidR="00923D7D" w:rsidRPr="001E1EDA" w:rsidRDefault="00F92E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1E1EDA" w14:paraId="6A56A69E" w14:textId="77777777" w:rsidTr="00B819C8">
        <w:tc>
          <w:tcPr>
            <w:tcW w:w="2694" w:type="dxa"/>
            <w:vAlign w:val="center"/>
          </w:tcPr>
          <w:p w14:paraId="387544C6" w14:textId="77777777" w:rsidR="0085747A" w:rsidRPr="001E1E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DC2A7D" w14:textId="77777777" w:rsidR="0085747A" w:rsidRPr="001E1EDA" w:rsidRDefault="00F92E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1E1EDA" w14:paraId="4F521C41" w14:textId="77777777" w:rsidTr="00B819C8">
        <w:tc>
          <w:tcPr>
            <w:tcW w:w="2694" w:type="dxa"/>
            <w:vAlign w:val="center"/>
          </w:tcPr>
          <w:p w14:paraId="1942F7DB" w14:textId="77777777" w:rsidR="0085747A" w:rsidRPr="001E1E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92B5B16" w14:textId="77777777" w:rsidR="0085747A" w:rsidRPr="001E1EDA" w:rsidRDefault="00F92E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14:paraId="1C12CB79" w14:textId="77777777" w:rsidR="0085747A" w:rsidRPr="001E1ED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E1EDA">
        <w:rPr>
          <w:rFonts w:ascii="Corbel" w:hAnsi="Corbel"/>
          <w:sz w:val="24"/>
          <w:szCs w:val="24"/>
        </w:rPr>
        <w:t xml:space="preserve">* </w:t>
      </w:r>
      <w:r w:rsidRPr="001E1EDA">
        <w:rPr>
          <w:rFonts w:ascii="Corbel" w:hAnsi="Corbel"/>
          <w:i/>
          <w:sz w:val="24"/>
          <w:szCs w:val="24"/>
        </w:rPr>
        <w:t>-</w:t>
      </w:r>
      <w:r w:rsidR="00B90885" w:rsidRPr="001E1ED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E1EDA">
        <w:rPr>
          <w:rFonts w:ascii="Corbel" w:hAnsi="Corbel"/>
          <w:b w:val="0"/>
          <w:sz w:val="24"/>
          <w:szCs w:val="24"/>
        </w:rPr>
        <w:t>e,</w:t>
      </w:r>
      <w:r w:rsidRPr="001E1EDA">
        <w:rPr>
          <w:rFonts w:ascii="Corbel" w:hAnsi="Corbel"/>
          <w:i/>
          <w:sz w:val="24"/>
          <w:szCs w:val="24"/>
        </w:rPr>
        <w:t xml:space="preserve"> </w:t>
      </w:r>
      <w:r w:rsidRPr="001E1ED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E1EDA">
        <w:rPr>
          <w:rFonts w:ascii="Corbel" w:hAnsi="Corbel"/>
          <w:b w:val="0"/>
          <w:i/>
          <w:sz w:val="24"/>
          <w:szCs w:val="24"/>
        </w:rPr>
        <w:t>w Jednostce</w:t>
      </w:r>
    </w:p>
    <w:p w14:paraId="18149CFA" w14:textId="77777777" w:rsidR="00923D7D" w:rsidRPr="001E1ED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9D6E940" w14:textId="77777777" w:rsidR="0085747A" w:rsidRPr="001E1ED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E1EDA">
        <w:rPr>
          <w:rFonts w:ascii="Corbel" w:hAnsi="Corbel"/>
          <w:sz w:val="24"/>
          <w:szCs w:val="24"/>
        </w:rPr>
        <w:t>1.</w:t>
      </w:r>
      <w:r w:rsidR="00E22FBC" w:rsidRPr="001E1EDA">
        <w:rPr>
          <w:rFonts w:ascii="Corbel" w:hAnsi="Corbel"/>
          <w:sz w:val="24"/>
          <w:szCs w:val="24"/>
        </w:rPr>
        <w:t>1</w:t>
      </w:r>
      <w:r w:rsidRPr="001E1ED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4BF328F" w14:textId="77777777" w:rsidR="00923D7D" w:rsidRPr="001E1ED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E1EDA" w14:paraId="3C58E83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90E2" w14:textId="77777777" w:rsidR="00015B8F" w:rsidRPr="001E1E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EDA">
              <w:rPr>
                <w:rFonts w:ascii="Corbel" w:hAnsi="Corbel"/>
                <w:szCs w:val="24"/>
              </w:rPr>
              <w:t>Semestr</w:t>
            </w:r>
          </w:p>
          <w:p w14:paraId="31DA0E89" w14:textId="77777777" w:rsidR="00015B8F" w:rsidRPr="001E1ED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EDA">
              <w:rPr>
                <w:rFonts w:ascii="Corbel" w:hAnsi="Corbel"/>
                <w:szCs w:val="24"/>
              </w:rPr>
              <w:t>(</w:t>
            </w:r>
            <w:r w:rsidR="00363F78" w:rsidRPr="001E1ED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C6ED8" w14:textId="77777777" w:rsidR="00015B8F" w:rsidRPr="001E1E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E1EDA">
              <w:rPr>
                <w:rFonts w:ascii="Corbel" w:hAnsi="Corbel"/>
                <w:szCs w:val="24"/>
              </w:rPr>
              <w:t>Wykł</w:t>
            </w:r>
            <w:proofErr w:type="spellEnd"/>
            <w:r w:rsidRPr="001E1E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51C79" w14:textId="77777777" w:rsidR="00015B8F" w:rsidRPr="001E1E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ED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23D27" w14:textId="77777777" w:rsidR="00015B8F" w:rsidRPr="001E1E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E1EDA">
              <w:rPr>
                <w:rFonts w:ascii="Corbel" w:hAnsi="Corbel"/>
                <w:szCs w:val="24"/>
              </w:rPr>
              <w:t>Konw</w:t>
            </w:r>
            <w:proofErr w:type="spellEnd"/>
            <w:r w:rsidRPr="001E1E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0C9EC" w14:textId="77777777" w:rsidR="00015B8F" w:rsidRPr="001E1E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ED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F4AE3" w14:textId="77777777" w:rsidR="00015B8F" w:rsidRPr="001E1E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E1EDA">
              <w:rPr>
                <w:rFonts w:ascii="Corbel" w:hAnsi="Corbel"/>
                <w:szCs w:val="24"/>
              </w:rPr>
              <w:t>Sem</w:t>
            </w:r>
            <w:proofErr w:type="spellEnd"/>
            <w:r w:rsidRPr="001E1E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8AC60" w14:textId="77777777" w:rsidR="00015B8F" w:rsidRPr="001E1E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ED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9A469" w14:textId="77777777" w:rsidR="00015B8F" w:rsidRPr="001E1E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E1EDA">
              <w:rPr>
                <w:rFonts w:ascii="Corbel" w:hAnsi="Corbel"/>
                <w:szCs w:val="24"/>
              </w:rPr>
              <w:t>Prakt</w:t>
            </w:r>
            <w:proofErr w:type="spellEnd"/>
            <w:r w:rsidRPr="001E1E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51934" w14:textId="77777777" w:rsidR="00015B8F" w:rsidRPr="001E1E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ED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49730" w14:textId="77777777" w:rsidR="00015B8F" w:rsidRPr="001E1E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E1EDA">
              <w:rPr>
                <w:rFonts w:ascii="Corbel" w:hAnsi="Corbel"/>
                <w:b/>
                <w:szCs w:val="24"/>
              </w:rPr>
              <w:t>Liczba pkt</w:t>
            </w:r>
            <w:r w:rsidR="00B90885" w:rsidRPr="001E1EDA">
              <w:rPr>
                <w:rFonts w:ascii="Corbel" w:hAnsi="Corbel"/>
                <w:b/>
                <w:szCs w:val="24"/>
              </w:rPr>
              <w:t>.</w:t>
            </w:r>
            <w:r w:rsidRPr="001E1ED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E1EDA" w14:paraId="526B6F7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C01A" w14:textId="77777777" w:rsidR="00015B8F" w:rsidRPr="001E1EDA" w:rsidRDefault="00EA52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386C7" w14:textId="77777777" w:rsidR="00015B8F" w:rsidRPr="001E1EDA" w:rsidRDefault="00EA52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65842" w14:textId="77777777" w:rsidR="00015B8F" w:rsidRPr="001E1EDA" w:rsidRDefault="00EA52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4BF41" w14:textId="77777777" w:rsidR="00015B8F" w:rsidRPr="001E1EDA" w:rsidRDefault="00EA52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A1460" w14:textId="77777777" w:rsidR="00015B8F" w:rsidRPr="001E1EDA" w:rsidRDefault="00EA52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C9912" w14:textId="77777777" w:rsidR="00015B8F" w:rsidRPr="001E1EDA" w:rsidRDefault="00EA52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F41F" w14:textId="77777777" w:rsidR="00015B8F" w:rsidRPr="001E1EDA" w:rsidRDefault="00EA52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A2607" w14:textId="77777777" w:rsidR="00015B8F" w:rsidRPr="001E1EDA" w:rsidRDefault="00EA52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1A015" w14:textId="77777777" w:rsidR="00015B8F" w:rsidRPr="001E1EDA" w:rsidRDefault="00EA52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6E852" w14:textId="77777777" w:rsidR="00015B8F" w:rsidRPr="001E1EDA" w:rsidRDefault="00EA52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E9F8190" w14:textId="77777777" w:rsidR="00923D7D" w:rsidRPr="001E1ED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83A7C01" w14:textId="77777777" w:rsidR="00923D7D" w:rsidRPr="001E1ED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6B41499" w14:textId="77777777" w:rsidR="0085747A" w:rsidRPr="001E1ED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E1EDA">
        <w:rPr>
          <w:rFonts w:ascii="Corbel" w:hAnsi="Corbel"/>
          <w:smallCaps w:val="0"/>
          <w:szCs w:val="24"/>
        </w:rPr>
        <w:t>1.</w:t>
      </w:r>
      <w:r w:rsidR="00E22FBC" w:rsidRPr="001E1EDA">
        <w:rPr>
          <w:rFonts w:ascii="Corbel" w:hAnsi="Corbel"/>
          <w:smallCaps w:val="0"/>
          <w:szCs w:val="24"/>
        </w:rPr>
        <w:t>2</w:t>
      </w:r>
      <w:r w:rsidR="00F83B28" w:rsidRPr="001E1EDA">
        <w:rPr>
          <w:rFonts w:ascii="Corbel" w:hAnsi="Corbel"/>
          <w:smallCaps w:val="0"/>
          <w:szCs w:val="24"/>
        </w:rPr>
        <w:t>.</w:t>
      </w:r>
      <w:r w:rsidR="00F83B28" w:rsidRPr="001E1EDA">
        <w:rPr>
          <w:rFonts w:ascii="Corbel" w:hAnsi="Corbel"/>
          <w:smallCaps w:val="0"/>
          <w:szCs w:val="24"/>
        </w:rPr>
        <w:tab/>
      </w:r>
      <w:r w:rsidRPr="001E1EDA">
        <w:rPr>
          <w:rFonts w:ascii="Corbel" w:hAnsi="Corbel"/>
          <w:smallCaps w:val="0"/>
          <w:szCs w:val="24"/>
        </w:rPr>
        <w:t xml:space="preserve">Sposób realizacji zajęć  </w:t>
      </w:r>
    </w:p>
    <w:p w14:paraId="4586EA14" w14:textId="77777777" w:rsidR="0085747A" w:rsidRPr="001E1EDA" w:rsidRDefault="00F92E0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E1EDA">
        <w:rPr>
          <w:rFonts w:ascii="Corbel" w:eastAsia="MS Gothic" w:hAnsi="Corbel" w:cs="MS Gothic"/>
          <w:i/>
          <w:szCs w:val="24"/>
        </w:rPr>
        <w:t>X</w:t>
      </w:r>
      <w:r w:rsidR="0085747A" w:rsidRPr="001E1EDA">
        <w:rPr>
          <w:rFonts w:ascii="Corbel" w:hAnsi="Corbel"/>
          <w:i/>
          <w:smallCaps w:val="0"/>
          <w:szCs w:val="24"/>
        </w:rPr>
        <w:t xml:space="preserve"> </w:t>
      </w:r>
      <w:r w:rsidR="0085747A" w:rsidRPr="001E1ED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3CED974" w14:textId="77777777" w:rsidR="0085747A" w:rsidRPr="001E1ED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E1EDA">
        <w:rPr>
          <w:rFonts w:ascii="MS Gothic" w:eastAsia="MS Gothic" w:hAnsi="MS Gothic" w:cs="MS Gothic" w:hint="eastAsia"/>
          <w:b w:val="0"/>
          <w:szCs w:val="24"/>
        </w:rPr>
        <w:t>☐</w:t>
      </w:r>
      <w:r w:rsidRPr="001E1ED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792F54" w14:textId="77777777" w:rsidR="0085747A" w:rsidRPr="001E1ED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196A7A" w14:textId="77777777" w:rsidR="00E22FBC" w:rsidRPr="001E1ED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E1EDA">
        <w:rPr>
          <w:rFonts w:ascii="Corbel" w:hAnsi="Corbel"/>
          <w:smallCaps w:val="0"/>
          <w:szCs w:val="24"/>
        </w:rPr>
        <w:t xml:space="preserve">1.3 </w:t>
      </w:r>
      <w:r w:rsidR="00F83B28" w:rsidRPr="001E1EDA">
        <w:rPr>
          <w:rFonts w:ascii="Corbel" w:hAnsi="Corbel"/>
          <w:smallCaps w:val="0"/>
          <w:szCs w:val="24"/>
        </w:rPr>
        <w:tab/>
      </w:r>
      <w:r w:rsidRPr="001E1EDA">
        <w:rPr>
          <w:rFonts w:ascii="Corbel" w:hAnsi="Corbel"/>
          <w:smallCaps w:val="0"/>
          <w:szCs w:val="24"/>
        </w:rPr>
        <w:t>For</w:t>
      </w:r>
      <w:r w:rsidR="00445970" w:rsidRPr="001E1EDA">
        <w:rPr>
          <w:rFonts w:ascii="Corbel" w:hAnsi="Corbel"/>
          <w:smallCaps w:val="0"/>
          <w:szCs w:val="24"/>
        </w:rPr>
        <w:t xml:space="preserve">ma zaliczenia przedmiotu </w:t>
      </w:r>
      <w:r w:rsidRPr="001E1EDA">
        <w:rPr>
          <w:rFonts w:ascii="Corbel" w:hAnsi="Corbel"/>
          <w:smallCaps w:val="0"/>
          <w:szCs w:val="24"/>
        </w:rPr>
        <w:t xml:space="preserve"> (z toku) </w:t>
      </w:r>
      <w:r w:rsidRPr="001E1ED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716B6AA" w14:textId="77777777" w:rsidR="009C54AE" w:rsidRPr="001E1EDA" w:rsidRDefault="00F92E0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1E1EDA">
        <w:rPr>
          <w:rFonts w:ascii="Corbel" w:hAnsi="Corbel"/>
          <w:b w:val="0"/>
          <w:szCs w:val="24"/>
        </w:rPr>
        <w:t>Zaliczenie z oceną</w:t>
      </w:r>
    </w:p>
    <w:p w14:paraId="3D6A8AC6" w14:textId="77777777" w:rsidR="00E960BB" w:rsidRPr="001E1ED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5AA0E0" w14:textId="77777777" w:rsidR="00E960BB" w:rsidRPr="001E1ED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E1ED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E1EDA" w14:paraId="25F697CC" w14:textId="77777777" w:rsidTr="00745302">
        <w:tc>
          <w:tcPr>
            <w:tcW w:w="9670" w:type="dxa"/>
          </w:tcPr>
          <w:p w14:paraId="1EDA8E23" w14:textId="77777777" w:rsidR="0085747A" w:rsidRPr="001E1EDA" w:rsidRDefault="00EA52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przedmiotu </w:t>
            </w:r>
            <w:r w:rsidRPr="001E1ED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</w:t>
            </w:r>
            <w:r w:rsidRPr="001E1E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roku 1, semestrze I</w:t>
            </w:r>
          </w:p>
          <w:p w14:paraId="418BA99C" w14:textId="77777777" w:rsidR="0085747A" w:rsidRPr="001E1EDA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02A239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A3E6FD" w14:textId="77777777" w:rsidR="00FE5A04" w:rsidRPr="001E1EDA" w:rsidRDefault="00FE5A0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E16C47" w14:textId="77777777" w:rsidR="0085747A" w:rsidRPr="001E1ED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E1EDA">
        <w:rPr>
          <w:rFonts w:ascii="Corbel" w:hAnsi="Corbel"/>
          <w:szCs w:val="24"/>
        </w:rPr>
        <w:lastRenderedPageBreak/>
        <w:t>3.</w:t>
      </w:r>
      <w:r w:rsidR="0085747A" w:rsidRPr="001E1EDA">
        <w:rPr>
          <w:rFonts w:ascii="Corbel" w:hAnsi="Corbel"/>
          <w:szCs w:val="24"/>
        </w:rPr>
        <w:t xml:space="preserve"> </w:t>
      </w:r>
      <w:r w:rsidR="00A84C85" w:rsidRPr="001E1EDA">
        <w:rPr>
          <w:rFonts w:ascii="Corbel" w:hAnsi="Corbel"/>
          <w:szCs w:val="24"/>
        </w:rPr>
        <w:t>cele, efekty uczenia się</w:t>
      </w:r>
      <w:r w:rsidR="0085747A" w:rsidRPr="001E1EDA">
        <w:rPr>
          <w:rFonts w:ascii="Corbel" w:hAnsi="Corbel"/>
          <w:szCs w:val="24"/>
        </w:rPr>
        <w:t xml:space="preserve"> , treści Programowe i stosowane metody Dydaktyczne</w:t>
      </w:r>
    </w:p>
    <w:p w14:paraId="2803A51A" w14:textId="77777777" w:rsidR="0085747A" w:rsidRPr="001E1ED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E1B0F6" w14:textId="77777777" w:rsidR="0085747A" w:rsidRPr="001E1ED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E1EDA">
        <w:rPr>
          <w:rFonts w:ascii="Corbel" w:hAnsi="Corbel"/>
          <w:sz w:val="24"/>
          <w:szCs w:val="24"/>
        </w:rPr>
        <w:t xml:space="preserve">3.1 </w:t>
      </w:r>
      <w:r w:rsidR="00C05F44" w:rsidRPr="001E1EDA">
        <w:rPr>
          <w:rFonts w:ascii="Corbel" w:hAnsi="Corbel"/>
          <w:sz w:val="24"/>
          <w:szCs w:val="24"/>
        </w:rPr>
        <w:t>Cele przedmiotu</w:t>
      </w:r>
    </w:p>
    <w:p w14:paraId="234E9108" w14:textId="77777777" w:rsidR="00F83B28" w:rsidRPr="001E1ED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F92E09" w:rsidRPr="001E1EDA" w14:paraId="75CA2B9D" w14:textId="77777777" w:rsidTr="00EA527A">
        <w:tc>
          <w:tcPr>
            <w:tcW w:w="851" w:type="dxa"/>
            <w:vAlign w:val="center"/>
          </w:tcPr>
          <w:p w14:paraId="181E9435" w14:textId="77777777" w:rsidR="00F92E09" w:rsidRPr="001E1EDA" w:rsidRDefault="00F92E09" w:rsidP="00EA527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14:paraId="682886D9" w14:textId="77777777" w:rsidR="00F92E09" w:rsidRPr="001E1EDA" w:rsidRDefault="00F92E09" w:rsidP="00EA52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Zapoznanie z aksjologią jako dyscypliną filozoficzną i jej znaczeniem dla pracy socjalnej</w:t>
            </w:r>
          </w:p>
        </w:tc>
      </w:tr>
      <w:tr w:rsidR="00F92E09" w:rsidRPr="001E1EDA" w14:paraId="50EA1E92" w14:textId="77777777" w:rsidTr="00EA527A">
        <w:tc>
          <w:tcPr>
            <w:tcW w:w="851" w:type="dxa"/>
            <w:vAlign w:val="center"/>
          </w:tcPr>
          <w:p w14:paraId="67F81EBE" w14:textId="77777777" w:rsidR="00F92E09" w:rsidRPr="001E1EDA" w:rsidRDefault="00F92E09" w:rsidP="00EA527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4C050D7" w14:textId="77777777" w:rsidR="00F92E09" w:rsidRPr="001E1EDA" w:rsidRDefault="00F92E09" w:rsidP="00EA52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Wprowadzenie do tematyki wartości w życiu społecznym oraz w pracy zawodowej pracownika socjalnego</w:t>
            </w:r>
          </w:p>
        </w:tc>
      </w:tr>
      <w:tr w:rsidR="00F92E09" w:rsidRPr="001E1EDA" w14:paraId="1350DC35" w14:textId="77777777" w:rsidTr="00EA527A">
        <w:tc>
          <w:tcPr>
            <w:tcW w:w="851" w:type="dxa"/>
            <w:vAlign w:val="center"/>
          </w:tcPr>
          <w:p w14:paraId="40A3B868" w14:textId="77777777" w:rsidR="00F92E09" w:rsidRPr="001E1EDA" w:rsidRDefault="00F92E09" w:rsidP="00EA527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63E640CD" w14:textId="77777777" w:rsidR="00F92E09" w:rsidRPr="001E1EDA" w:rsidRDefault="00F92E09" w:rsidP="00EA52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 xml:space="preserve">Zapoznanie z aksjologicznymi podstawami </w:t>
            </w:r>
            <w:r w:rsidRPr="00B42B88">
              <w:rPr>
                <w:rFonts w:ascii="Corbel" w:hAnsi="Corbel"/>
                <w:i/>
                <w:sz w:val="24"/>
                <w:szCs w:val="24"/>
              </w:rPr>
              <w:t>Kodeksu etycznego pracowników socjalnych</w:t>
            </w:r>
          </w:p>
        </w:tc>
      </w:tr>
      <w:tr w:rsidR="00F92E09" w:rsidRPr="001E1EDA" w14:paraId="265931EE" w14:textId="77777777" w:rsidTr="00EA527A">
        <w:tc>
          <w:tcPr>
            <w:tcW w:w="851" w:type="dxa"/>
            <w:vAlign w:val="center"/>
          </w:tcPr>
          <w:p w14:paraId="201C87AA" w14:textId="77777777" w:rsidR="00F92E09" w:rsidRPr="001E1EDA" w:rsidRDefault="00F92E09" w:rsidP="00EA527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018D5742" w14:textId="77777777" w:rsidR="00F92E09" w:rsidRPr="001E1EDA" w:rsidRDefault="00F92E09" w:rsidP="00EA52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 xml:space="preserve">Zapoznanie z kwestiami aksjologicznymi </w:t>
            </w:r>
            <w:proofErr w:type="spellStart"/>
            <w:r w:rsidRPr="001E1EDA">
              <w:rPr>
                <w:rFonts w:ascii="Corbel" w:hAnsi="Corbel"/>
                <w:sz w:val="24"/>
                <w:szCs w:val="24"/>
              </w:rPr>
              <w:t>dt</w:t>
            </w:r>
            <w:proofErr w:type="spellEnd"/>
            <w:r w:rsidRPr="001E1EDA">
              <w:rPr>
                <w:rFonts w:ascii="Corbel" w:hAnsi="Corbel"/>
                <w:sz w:val="24"/>
                <w:szCs w:val="24"/>
              </w:rPr>
              <w:t>. praktyki pracy socjalnej</w:t>
            </w:r>
          </w:p>
        </w:tc>
      </w:tr>
    </w:tbl>
    <w:p w14:paraId="46DD3EB8" w14:textId="77777777" w:rsidR="0085747A" w:rsidRPr="001E1E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0BBF438" w14:textId="77777777" w:rsidR="001D7B54" w:rsidRPr="001E1ED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E1EDA">
        <w:rPr>
          <w:rFonts w:ascii="Corbel" w:hAnsi="Corbel"/>
          <w:b/>
          <w:sz w:val="24"/>
          <w:szCs w:val="24"/>
        </w:rPr>
        <w:t xml:space="preserve">3.2 </w:t>
      </w:r>
      <w:r w:rsidR="001D7B54" w:rsidRPr="001E1EDA">
        <w:rPr>
          <w:rFonts w:ascii="Corbel" w:hAnsi="Corbel"/>
          <w:b/>
          <w:sz w:val="24"/>
          <w:szCs w:val="24"/>
        </w:rPr>
        <w:t xml:space="preserve">Efekty </w:t>
      </w:r>
      <w:r w:rsidR="00C05F44" w:rsidRPr="001E1ED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E1EDA">
        <w:rPr>
          <w:rFonts w:ascii="Corbel" w:hAnsi="Corbel"/>
          <w:b/>
          <w:sz w:val="24"/>
          <w:szCs w:val="24"/>
        </w:rPr>
        <w:t>dla przedmiotu</w:t>
      </w:r>
      <w:r w:rsidR="00445970" w:rsidRPr="001E1EDA">
        <w:rPr>
          <w:rFonts w:ascii="Corbel" w:hAnsi="Corbel"/>
          <w:sz w:val="24"/>
          <w:szCs w:val="24"/>
        </w:rPr>
        <w:t xml:space="preserve"> </w:t>
      </w:r>
    </w:p>
    <w:p w14:paraId="3594E28F" w14:textId="77777777" w:rsidR="001D7B54" w:rsidRPr="001E1ED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1E1EDA" w14:paraId="2C6614EA" w14:textId="77777777" w:rsidTr="0071620A">
        <w:tc>
          <w:tcPr>
            <w:tcW w:w="1701" w:type="dxa"/>
            <w:vAlign w:val="center"/>
          </w:tcPr>
          <w:p w14:paraId="2BC4561A" w14:textId="77777777" w:rsidR="0085747A" w:rsidRPr="001E1ED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E1ED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E1ED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E1ED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627E83B" w14:textId="77777777" w:rsidR="0085747A" w:rsidRPr="001E1ED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E1ED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E1ED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404EF88" w14:textId="77777777" w:rsidR="0085747A" w:rsidRPr="001E1ED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E1ED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1E1EDA" w14:paraId="0CAC28FA" w14:textId="77777777" w:rsidTr="002511EA">
        <w:tc>
          <w:tcPr>
            <w:tcW w:w="1701" w:type="dxa"/>
          </w:tcPr>
          <w:p w14:paraId="633D2D0C" w14:textId="77777777" w:rsidR="0085747A" w:rsidRPr="001E1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E1ED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14:paraId="3CF60F9C" w14:textId="77777777" w:rsidR="0085747A" w:rsidRPr="001E1EDA" w:rsidRDefault="002511EA" w:rsidP="00251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Student zna i rozumie zasady aksjologiczne i normy zawodowe mające zastosowanie w zawodzie pracownika socjalnego</w:t>
            </w:r>
          </w:p>
        </w:tc>
        <w:tc>
          <w:tcPr>
            <w:tcW w:w="1873" w:type="dxa"/>
          </w:tcPr>
          <w:p w14:paraId="46C19CE0" w14:textId="77777777" w:rsidR="0085747A" w:rsidRPr="001E1EDA" w:rsidRDefault="00EA527A" w:rsidP="00EA52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85747A" w:rsidRPr="001E1EDA" w14:paraId="0371C60E" w14:textId="77777777" w:rsidTr="002511EA">
        <w:tc>
          <w:tcPr>
            <w:tcW w:w="1701" w:type="dxa"/>
          </w:tcPr>
          <w:p w14:paraId="43ACAC01" w14:textId="77777777" w:rsidR="0085747A" w:rsidRPr="001E1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14:paraId="524F6A25" w14:textId="77777777" w:rsidR="0085747A" w:rsidRPr="001E1EDA" w:rsidRDefault="002511EA" w:rsidP="00251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Student zna, rozumie i umie w</w:t>
            </w:r>
            <w:r w:rsidR="00C27246">
              <w:rPr>
                <w:rFonts w:ascii="Corbel" w:hAnsi="Corbel"/>
                <w:b w:val="0"/>
                <w:smallCaps w:val="0"/>
                <w:szCs w:val="24"/>
              </w:rPr>
              <w:t>ykorzystać zalecenia zawarte w K</w:t>
            </w:r>
            <w:r w:rsidRPr="001E1EDA">
              <w:rPr>
                <w:rFonts w:ascii="Corbel" w:hAnsi="Corbel"/>
                <w:b w:val="0"/>
                <w:smallCaps w:val="0"/>
                <w:szCs w:val="24"/>
              </w:rPr>
              <w:t>odeksie etycznym zawodu pracownika socjalnego</w:t>
            </w:r>
          </w:p>
        </w:tc>
        <w:tc>
          <w:tcPr>
            <w:tcW w:w="1873" w:type="dxa"/>
          </w:tcPr>
          <w:p w14:paraId="4BA7E7BB" w14:textId="77777777" w:rsidR="0085747A" w:rsidRPr="001E1EDA" w:rsidRDefault="00EA527A" w:rsidP="00EA52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 xml:space="preserve">K_U06 </w:t>
            </w:r>
          </w:p>
        </w:tc>
      </w:tr>
      <w:tr w:rsidR="0085747A" w:rsidRPr="001E1EDA" w14:paraId="66079F34" w14:textId="77777777" w:rsidTr="002511EA">
        <w:tc>
          <w:tcPr>
            <w:tcW w:w="1701" w:type="dxa"/>
          </w:tcPr>
          <w:p w14:paraId="3EC7C7C0" w14:textId="77777777" w:rsidR="0085747A" w:rsidRPr="001E1EDA" w:rsidRDefault="00EA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shd w:val="clear" w:color="auto" w:fill="FFFFFF" w:themeFill="background1"/>
          </w:tcPr>
          <w:p w14:paraId="1146E13A" w14:textId="77777777" w:rsidR="002511EA" w:rsidRPr="001E1EDA" w:rsidRDefault="002511EA" w:rsidP="00251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 xml:space="preserve">Student ma kompetencje do rozpoznawania aksjologicznych problemów pracy socjalnej </w:t>
            </w:r>
          </w:p>
          <w:p w14:paraId="673B24B1" w14:textId="77777777" w:rsidR="0085747A" w:rsidRPr="001E1EDA" w:rsidRDefault="002511EA" w:rsidP="00251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w kontekście etyki zawodowej i jej społecznej odpowiedzialności</w:t>
            </w:r>
          </w:p>
        </w:tc>
        <w:tc>
          <w:tcPr>
            <w:tcW w:w="1873" w:type="dxa"/>
          </w:tcPr>
          <w:p w14:paraId="62FB8419" w14:textId="77777777" w:rsidR="0085747A" w:rsidRPr="001E1EDA" w:rsidRDefault="00EA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D736BDA" w14:textId="77777777" w:rsidR="0085747A" w:rsidRPr="001E1ED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FD5B7E" w14:textId="77777777" w:rsidR="0085747A" w:rsidRPr="001E1ED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E1EDA">
        <w:rPr>
          <w:rFonts w:ascii="Corbel" w:hAnsi="Corbel"/>
          <w:b/>
          <w:sz w:val="24"/>
          <w:szCs w:val="24"/>
        </w:rPr>
        <w:t>3.3</w:t>
      </w:r>
      <w:r w:rsidR="001D7B54" w:rsidRPr="001E1EDA">
        <w:rPr>
          <w:rFonts w:ascii="Corbel" w:hAnsi="Corbel"/>
          <w:b/>
          <w:sz w:val="24"/>
          <w:szCs w:val="24"/>
        </w:rPr>
        <w:t xml:space="preserve"> </w:t>
      </w:r>
      <w:r w:rsidR="0085747A" w:rsidRPr="001E1EDA">
        <w:rPr>
          <w:rFonts w:ascii="Corbel" w:hAnsi="Corbel"/>
          <w:b/>
          <w:sz w:val="24"/>
          <w:szCs w:val="24"/>
        </w:rPr>
        <w:t>T</w:t>
      </w:r>
      <w:r w:rsidR="001D7B54" w:rsidRPr="001E1ED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E1EDA">
        <w:rPr>
          <w:rFonts w:ascii="Corbel" w:hAnsi="Corbel"/>
          <w:sz w:val="24"/>
          <w:szCs w:val="24"/>
        </w:rPr>
        <w:t xml:space="preserve">  </w:t>
      </w:r>
    </w:p>
    <w:p w14:paraId="15ABCDB0" w14:textId="77777777" w:rsidR="0085747A" w:rsidRPr="001E1ED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E1EDA">
        <w:rPr>
          <w:rFonts w:ascii="Corbel" w:hAnsi="Corbel"/>
          <w:sz w:val="24"/>
          <w:szCs w:val="24"/>
        </w:rPr>
        <w:t xml:space="preserve">Problematyka wykładu </w:t>
      </w:r>
    </w:p>
    <w:p w14:paraId="7AFE9567" w14:textId="77777777" w:rsidR="00675843" w:rsidRPr="001E1ED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E1EDA" w14:paraId="5B72B121" w14:textId="77777777" w:rsidTr="00923D7D">
        <w:tc>
          <w:tcPr>
            <w:tcW w:w="9639" w:type="dxa"/>
          </w:tcPr>
          <w:p w14:paraId="13B680AA" w14:textId="77777777" w:rsidR="0085747A" w:rsidRPr="001E1ED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92E09" w:rsidRPr="001E1EDA" w14:paraId="1ED55F4D" w14:textId="77777777" w:rsidTr="00923D7D">
        <w:tc>
          <w:tcPr>
            <w:tcW w:w="9639" w:type="dxa"/>
          </w:tcPr>
          <w:p w14:paraId="5A0221BE" w14:textId="77777777" w:rsidR="00F92E09" w:rsidRPr="001E1EDA" w:rsidRDefault="00F92E09" w:rsidP="00F92E09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  <w:tr w:rsidR="00F92E09" w:rsidRPr="001E1EDA" w14:paraId="2AD29FDF" w14:textId="77777777" w:rsidTr="00923D7D">
        <w:tc>
          <w:tcPr>
            <w:tcW w:w="9639" w:type="dxa"/>
          </w:tcPr>
          <w:p w14:paraId="7AB5C850" w14:textId="77777777" w:rsidR="00F92E09" w:rsidRPr="001E1EDA" w:rsidRDefault="00F92E09" w:rsidP="00F92E09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  <w:tr w:rsidR="00F92E09" w:rsidRPr="001E1EDA" w14:paraId="172C9B03" w14:textId="77777777" w:rsidTr="00923D7D">
        <w:tc>
          <w:tcPr>
            <w:tcW w:w="9639" w:type="dxa"/>
          </w:tcPr>
          <w:p w14:paraId="6D4BFCC2" w14:textId="77777777" w:rsidR="00F92E09" w:rsidRPr="001E1EDA" w:rsidRDefault="00F92E09" w:rsidP="00F92E09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543715F" w14:textId="77777777" w:rsidR="0085747A" w:rsidRPr="001E1ED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611497" w14:textId="77777777" w:rsidR="0085747A" w:rsidRPr="001E1ED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E1ED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E1EDA">
        <w:rPr>
          <w:rFonts w:ascii="Corbel" w:hAnsi="Corbel"/>
          <w:sz w:val="24"/>
          <w:szCs w:val="24"/>
        </w:rPr>
        <w:t xml:space="preserve">, </w:t>
      </w:r>
      <w:r w:rsidRPr="001E1EDA">
        <w:rPr>
          <w:rFonts w:ascii="Corbel" w:hAnsi="Corbel"/>
          <w:sz w:val="24"/>
          <w:szCs w:val="24"/>
        </w:rPr>
        <w:t xml:space="preserve">zajęć praktycznych </w:t>
      </w:r>
    </w:p>
    <w:p w14:paraId="525FBED8" w14:textId="77777777" w:rsidR="0085747A" w:rsidRPr="001E1ED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E1EDA" w14:paraId="5025846A" w14:textId="77777777" w:rsidTr="00923D7D">
        <w:tc>
          <w:tcPr>
            <w:tcW w:w="9639" w:type="dxa"/>
          </w:tcPr>
          <w:p w14:paraId="3E294414" w14:textId="77777777" w:rsidR="0085747A" w:rsidRPr="001E1ED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1E1EDA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F92E09" w:rsidRPr="001E1EDA" w14:paraId="52BA4AC1" w14:textId="77777777" w:rsidTr="00923D7D">
        <w:tc>
          <w:tcPr>
            <w:tcW w:w="9639" w:type="dxa"/>
          </w:tcPr>
          <w:p w14:paraId="4A55A57B" w14:textId="77777777" w:rsidR="00F92E09" w:rsidRPr="001E1EDA" w:rsidRDefault="00F92E09" w:rsidP="00F92E0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Wartości, aksjologia, aksjologia zawodowa</w:t>
            </w:r>
          </w:p>
        </w:tc>
      </w:tr>
      <w:tr w:rsidR="00F92E09" w:rsidRPr="001E1EDA" w14:paraId="62C0C7EF" w14:textId="77777777" w:rsidTr="00923D7D">
        <w:tc>
          <w:tcPr>
            <w:tcW w:w="9639" w:type="dxa"/>
          </w:tcPr>
          <w:p w14:paraId="4FD2BD9B" w14:textId="77777777" w:rsidR="00F92E09" w:rsidRPr="001E1EDA" w:rsidRDefault="00F92E09" w:rsidP="00F92E0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Aksjologia a etyka zawodowa i etyka kodeksowa</w:t>
            </w:r>
          </w:p>
        </w:tc>
      </w:tr>
      <w:tr w:rsidR="00F92E09" w:rsidRPr="001E1EDA" w14:paraId="0FC3ADF8" w14:textId="77777777" w:rsidTr="00923D7D">
        <w:tc>
          <w:tcPr>
            <w:tcW w:w="9639" w:type="dxa"/>
          </w:tcPr>
          <w:p w14:paraId="18C319DB" w14:textId="77777777" w:rsidR="00F92E09" w:rsidRPr="001E1EDA" w:rsidRDefault="00F92E09" w:rsidP="00F92E0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Prakseologia i zasada spolegliwej opieki</w:t>
            </w:r>
          </w:p>
        </w:tc>
      </w:tr>
      <w:tr w:rsidR="00F92E09" w:rsidRPr="001E1EDA" w14:paraId="4E0229DB" w14:textId="77777777" w:rsidTr="00923D7D">
        <w:tc>
          <w:tcPr>
            <w:tcW w:w="9639" w:type="dxa"/>
          </w:tcPr>
          <w:p w14:paraId="60F5BA8A" w14:textId="77777777" w:rsidR="00F92E09" w:rsidRPr="001E1EDA" w:rsidRDefault="00F92E09" w:rsidP="00F92E0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lastRenderedPageBreak/>
              <w:t>Zasada odpowiedzialności</w:t>
            </w:r>
          </w:p>
        </w:tc>
      </w:tr>
      <w:tr w:rsidR="00F92E09" w:rsidRPr="001E1EDA" w14:paraId="32BE7733" w14:textId="77777777" w:rsidTr="00923D7D">
        <w:tc>
          <w:tcPr>
            <w:tcW w:w="9639" w:type="dxa"/>
          </w:tcPr>
          <w:p w14:paraId="440C9BB6" w14:textId="77777777" w:rsidR="00F92E09" w:rsidRPr="001E1EDA" w:rsidRDefault="00F92E09" w:rsidP="00F92E0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Szczegółowe zalecenia aksjologiczne (m. in. kwestia dyskryminacji, tajemnica zawodowa, usamodzielnienie klienta, lojalność i jej granice, samorozwój)</w:t>
            </w:r>
          </w:p>
        </w:tc>
      </w:tr>
    </w:tbl>
    <w:p w14:paraId="4FEFB073" w14:textId="77777777" w:rsidR="0085747A" w:rsidRPr="001E1ED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510C36" w14:textId="77777777" w:rsidR="0085747A" w:rsidRPr="001E1ED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E1EDA">
        <w:rPr>
          <w:rFonts w:ascii="Corbel" w:hAnsi="Corbel"/>
          <w:smallCaps w:val="0"/>
          <w:szCs w:val="24"/>
        </w:rPr>
        <w:t>3.4 Metody dydaktyczne</w:t>
      </w:r>
      <w:r w:rsidRPr="001E1EDA">
        <w:rPr>
          <w:rFonts w:ascii="Corbel" w:hAnsi="Corbel"/>
          <w:b w:val="0"/>
          <w:smallCaps w:val="0"/>
          <w:szCs w:val="24"/>
        </w:rPr>
        <w:t xml:space="preserve"> </w:t>
      </w:r>
    </w:p>
    <w:p w14:paraId="754E44B0" w14:textId="77777777" w:rsidR="0085747A" w:rsidRPr="001E1EDA" w:rsidRDefault="00F92E0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E1EDA">
        <w:rPr>
          <w:rFonts w:ascii="Corbel" w:hAnsi="Corbel"/>
          <w:b w:val="0"/>
          <w:smallCaps w:val="0"/>
          <w:szCs w:val="24"/>
        </w:rPr>
        <w:t>analiza tekstu, dyskusja sokratejska, praca w grupach</w:t>
      </w:r>
    </w:p>
    <w:p w14:paraId="56AE024E" w14:textId="77777777" w:rsidR="0085747A" w:rsidRPr="001E1E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9B599A" w14:textId="77777777" w:rsidR="0085747A" w:rsidRPr="001E1ED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E1EDA">
        <w:rPr>
          <w:rFonts w:ascii="Corbel" w:hAnsi="Corbel"/>
          <w:smallCaps w:val="0"/>
          <w:szCs w:val="24"/>
        </w:rPr>
        <w:t xml:space="preserve">4. </w:t>
      </w:r>
      <w:r w:rsidR="0085747A" w:rsidRPr="001E1EDA">
        <w:rPr>
          <w:rFonts w:ascii="Corbel" w:hAnsi="Corbel"/>
          <w:smallCaps w:val="0"/>
          <w:szCs w:val="24"/>
        </w:rPr>
        <w:t>METODY I KRYTERIA OCENY</w:t>
      </w:r>
      <w:r w:rsidR="009F4610" w:rsidRPr="001E1EDA">
        <w:rPr>
          <w:rFonts w:ascii="Corbel" w:hAnsi="Corbel"/>
          <w:smallCaps w:val="0"/>
          <w:szCs w:val="24"/>
        </w:rPr>
        <w:t xml:space="preserve"> </w:t>
      </w:r>
    </w:p>
    <w:p w14:paraId="1EC95F09" w14:textId="77777777" w:rsidR="00923D7D" w:rsidRPr="001E1ED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4F99F0" w14:textId="77777777" w:rsidR="0085747A" w:rsidRPr="001E1ED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E1ED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E1EDA">
        <w:rPr>
          <w:rFonts w:ascii="Corbel" w:hAnsi="Corbel"/>
          <w:smallCaps w:val="0"/>
          <w:szCs w:val="24"/>
        </w:rPr>
        <w:t>uczenia się</w:t>
      </w:r>
    </w:p>
    <w:p w14:paraId="3ED15278" w14:textId="77777777" w:rsidR="0085747A" w:rsidRPr="001E1E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1E1EDA" w14:paraId="0AA6C69F" w14:textId="77777777" w:rsidTr="00C05F44">
        <w:tc>
          <w:tcPr>
            <w:tcW w:w="1985" w:type="dxa"/>
            <w:vAlign w:val="center"/>
          </w:tcPr>
          <w:p w14:paraId="7F55ADF7" w14:textId="77777777" w:rsidR="0085747A" w:rsidRPr="001E1ED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4FFDDE9" w14:textId="77777777" w:rsidR="0085747A" w:rsidRPr="001E1ED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6F0ECD1" w14:textId="77777777" w:rsidR="0085747A" w:rsidRPr="001E1ED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E1E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3B9D81B" w14:textId="77777777" w:rsidR="00923D7D" w:rsidRPr="001E1ED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A456E8" w14:textId="77777777" w:rsidR="0085747A" w:rsidRPr="001E1ED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E1ED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E1ED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A527A" w:rsidRPr="001E1EDA" w14:paraId="14E97F8F" w14:textId="77777777" w:rsidTr="00EA527A">
        <w:tc>
          <w:tcPr>
            <w:tcW w:w="1985" w:type="dxa"/>
          </w:tcPr>
          <w:p w14:paraId="3B1E680D" w14:textId="77777777" w:rsidR="00EA527A" w:rsidRPr="001E1EDA" w:rsidRDefault="00EA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E1ED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E1ED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Merge w:val="restart"/>
            <w:vAlign w:val="center"/>
          </w:tcPr>
          <w:p w14:paraId="188A8D99" w14:textId="77777777" w:rsidR="00EA527A" w:rsidRPr="001E1EDA" w:rsidRDefault="00D701D7" w:rsidP="00EA52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701D7"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EA527A" w:rsidRPr="001E1EDA">
              <w:rPr>
                <w:rFonts w:ascii="Corbel" w:hAnsi="Corbel"/>
                <w:b w:val="0"/>
                <w:szCs w:val="24"/>
              </w:rPr>
              <w:t xml:space="preserve">, </w:t>
            </w:r>
          </w:p>
          <w:p w14:paraId="1666D604" w14:textId="77777777" w:rsidR="00EA527A" w:rsidRPr="001E1EDA" w:rsidRDefault="00EA527A" w:rsidP="00EA52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 w:rsidRPr="001E1EDA">
              <w:rPr>
                <w:rFonts w:ascii="Corbel" w:hAnsi="Corbel"/>
                <w:b w:val="0"/>
                <w:szCs w:val="24"/>
              </w:rPr>
              <w:t>KOLOKWIUM KOŃCOWE</w:t>
            </w:r>
          </w:p>
        </w:tc>
        <w:tc>
          <w:tcPr>
            <w:tcW w:w="2126" w:type="dxa"/>
            <w:vMerge w:val="restart"/>
            <w:vAlign w:val="center"/>
          </w:tcPr>
          <w:p w14:paraId="022D0A1C" w14:textId="77777777" w:rsidR="00EA527A" w:rsidRPr="001E1EDA" w:rsidRDefault="00EA527A" w:rsidP="00EA52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E1EDA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A527A" w:rsidRPr="001E1EDA" w14:paraId="72E5F7CD" w14:textId="77777777" w:rsidTr="00C05F44">
        <w:tc>
          <w:tcPr>
            <w:tcW w:w="1985" w:type="dxa"/>
          </w:tcPr>
          <w:p w14:paraId="5CCF4AF2" w14:textId="77777777" w:rsidR="00EA527A" w:rsidRPr="001E1EDA" w:rsidRDefault="00EA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1ED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14:paraId="177B0706" w14:textId="77777777" w:rsidR="00EA527A" w:rsidRPr="001E1EDA" w:rsidRDefault="00EA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65C9343D" w14:textId="77777777" w:rsidR="00EA527A" w:rsidRPr="001E1EDA" w:rsidRDefault="00EA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EA527A" w:rsidRPr="001E1EDA" w14:paraId="230DEAD7" w14:textId="77777777" w:rsidTr="00C05F44">
        <w:tc>
          <w:tcPr>
            <w:tcW w:w="1985" w:type="dxa"/>
          </w:tcPr>
          <w:p w14:paraId="7B606609" w14:textId="77777777" w:rsidR="00EA527A" w:rsidRPr="001E1EDA" w:rsidRDefault="00EA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1ED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14:paraId="3C375D22" w14:textId="77777777" w:rsidR="00EA527A" w:rsidRPr="001E1EDA" w:rsidRDefault="00EA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32FCB08D" w14:textId="77777777" w:rsidR="00EA527A" w:rsidRPr="001E1EDA" w:rsidRDefault="00EA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67F6F6DF" w14:textId="77777777" w:rsidR="00923D7D" w:rsidRPr="001E1ED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69AEC5" w14:textId="77777777" w:rsidR="0085747A" w:rsidRPr="001E1ED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E1EDA">
        <w:rPr>
          <w:rFonts w:ascii="Corbel" w:hAnsi="Corbel"/>
          <w:smallCaps w:val="0"/>
          <w:szCs w:val="24"/>
        </w:rPr>
        <w:t xml:space="preserve">4.2 </w:t>
      </w:r>
      <w:r w:rsidR="0085747A" w:rsidRPr="001E1ED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E1EDA">
        <w:rPr>
          <w:rFonts w:ascii="Corbel" w:hAnsi="Corbel"/>
          <w:smallCaps w:val="0"/>
          <w:szCs w:val="24"/>
        </w:rPr>
        <w:t xml:space="preserve"> </w:t>
      </w:r>
    </w:p>
    <w:p w14:paraId="5962624E" w14:textId="77777777" w:rsidR="00923D7D" w:rsidRPr="001E1ED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E1EDA" w14:paraId="3C6F5EF3" w14:textId="77777777" w:rsidTr="00923D7D">
        <w:tc>
          <w:tcPr>
            <w:tcW w:w="9670" w:type="dxa"/>
          </w:tcPr>
          <w:p w14:paraId="2E6220A8" w14:textId="77777777" w:rsidR="0085747A" w:rsidRPr="001E1EDA" w:rsidRDefault="00F92E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Aktywność na zajęciach, zaliczenie kolokwium końcowego</w:t>
            </w:r>
            <w:r w:rsidR="00EA527A" w:rsidRPr="001E1EDA">
              <w:rPr>
                <w:rFonts w:ascii="Corbel" w:hAnsi="Corbel"/>
                <w:b w:val="0"/>
                <w:smallCaps w:val="0"/>
                <w:szCs w:val="24"/>
              </w:rPr>
              <w:t xml:space="preserve"> (min. 50% punktów + 1)</w:t>
            </w:r>
          </w:p>
          <w:p w14:paraId="058B8A1A" w14:textId="77777777" w:rsidR="00923D7D" w:rsidRPr="001E1EDA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53DBC58" w14:textId="77777777" w:rsidR="0085747A" w:rsidRPr="001E1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79A6819" w14:textId="77777777" w:rsidR="0085747A" w:rsidRPr="001E1E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983611" w14:textId="77777777" w:rsidR="009F4610" w:rsidRPr="001E1ED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E1EDA">
        <w:rPr>
          <w:rFonts w:ascii="Corbel" w:hAnsi="Corbel"/>
          <w:b/>
          <w:sz w:val="24"/>
          <w:szCs w:val="24"/>
        </w:rPr>
        <w:t xml:space="preserve">5. </w:t>
      </w:r>
      <w:r w:rsidR="00C61DC5" w:rsidRPr="001E1ED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5ED961" w14:textId="77777777" w:rsidR="0085747A" w:rsidRPr="001E1E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E1EDA" w14:paraId="38DC0C40" w14:textId="77777777" w:rsidTr="003E1941">
        <w:tc>
          <w:tcPr>
            <w:tcW w:w="4962" w:type="dxa"/>
            <w:vAlign w:val="center"/>
          </w:tcPr>
          <w:p w14:paraId="74C648B5" w14:textId="77777777" w:rsidR="0085747A" w:rsidRPr="001E1ED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E1ED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E1ED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E1ED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5E04C4D" w14:textId="77777777" w:rsidR="0085747A" w:rsidRPr="001E1ED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E1ED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E1ED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E1E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E1ED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E1EDA" w14:paraId="7C862636" w14:textId="77777777" w:rsidTr="00EA527A">
        <w:tc>
          <w:tcPr>
            <w:tcW w:w="4962" w:type="dxa"/>
          </w:tcPr>
          <w:p w14:paraId="6CCECAD7" w14:textId="77777777" w:rsidR="0085747A" w:rsidRPr="001E1E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G</w:t>
            </w:r>
            <w:r w:rsidR="0085747A" w:rsidRPr="001E1ED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E1ED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E1ED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E1ED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1E1ED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1E1ED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E1ED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544880E8" w14:textId="77777777" w:rsidR="0085747A" w:rsidRPr="001E1EDA" w:rsidRDefault="00EA527A" w:rsidP="00EA52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1E1EDA" w14:paraId="23B90EA4" w14:textId="77777777" w:rsidTr="00EA527A">
        <w:tc>
          <w:tcPr>
            <w:tcW w:w="4962" w:type="dxa"/>
          </w:tcPr>
          <w:p w14:paraId="4174CEF7" w14:textId="77777777" w:rsidR="00C61DC5" w:rsidRPr="001E1E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E1ED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934C28E" w14:textId="77777777" w:rsidR="00C61DC5" w:rsidRPr="001E1E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38189FD9" w14:textId="77777777" w:rsidR="00C61DC5" w:rsidRPr="001E1EDA" w:rsidRDefault="00EA527A" w:rsidP="00EA52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1E1EDA" w14:paraId="5EEF5065" w14:textId="77777777" w:rsidTr="00EA527A">
        <w:tc>
          <w:tcPr>
            <w:tcW w:w="4962" w:type="dxa"/>
          </w:tcPr>
          <w:p w14:paraId="0D737602" w14:textId="77777777" w:rsidR="0071620A" w:rsidRPr="001E1E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E1ED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E1ED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182E8B2" w14:textId="77777777" w:rsidR="00C61DC5" w:rsidRPr="001E1E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3625B075" w14:textId="77777777" w:rsidR="00C61DC5" w:rsidRPr="001E1EDA" w:rsidRDefault="00EA527A" w:rsidP="00EA52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1E1EDA" w14:paraId="51F6720C" w14:textId="77777777" w:rsidTr="00EA527A">
        <w:tc>
          <w:tcPr>
            <w:tcW w:w="4962" w:type="dxa"/>
          </w:tcPr>
          <w:p w14:paraId="1DEC0F01" w14:textId="77777777" w:rsidR="0085747A" w:rsidRPr="001E1ED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04086AD0" w14:textId="77777777" w:rsidR="0085747A" w:rsidRPr="001E1EDA" w:rsidRDefault="00EA527A" w:rsidP="00EA52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1E1EDA" w14:paraId="4BB60ED3" w14:textId="77777777" w:rsidTr="00EA527A">
        <w:tc>
          <w:tcPr>
            <w:tcW w:w="4962" w:type="dxa"/>
          </w:tcPr>
          <w:p w14:paraId="768210F2" w14:textId="77777777" w:rsidR="0085747A" w:rsidRPr="001E1ED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E1ED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6D104E7" w14:textId="77777777" w:rsidR="0085747A" w:rsidRPr="001E1EDA" w:rsidRDefault="00EA527A" w:rsidP="00EA52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26386B3" w14:textId="77777777" w:rsidR="0085747A" w:rsidRPr="001E1ED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E1ED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E1ED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3356E5" w14:textId="77777777" w:rsidR="003E1941" w:rsidRPr="001E1ED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996F2D" w14:textId="77777777" w:rsidR="0085747A" w:rsidRPr="001E1ED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E1EDA">
        <w:rPr>
          <w:rFonts w:ascii="Corbel" w:hAnsi="Corbel"/>
          <w:smallCaps w:val="0"/>
          <w:szCs w:val="24"/>
        </w:rPr>
        <w:t xml:space="preserve">6. </w:t>
      </w:r>
      <w:r w:rsidR="0085747A" w:rsidRPr="001E1EDA">
        <w:rPr>
          <w:rFonts w:ascii="Corbel" w:hAnsi="Corbel"/>
          <w:smallCaps w:val="0"/>
          <w:szCs w:val="24"/>
        </w:rPr>
        <w:t>PRAKTYKI ZAWO</w:t>
      </w:r>
      <w:r w:rsidR="009D3F3B" w:rsidRPr="001E1EDA">
        <w:rPr>
          <w:rFonts w:ascii="Corbel" w:hAnsi="Corbel"/>
          <w:smallCaps w:val="0"/>
          <w:szCs w:val="24"/>
        </w:rPr>
        <w:t>DOWE W RAMACH PRZEDMIOTU</w:t>
      </w:r>
    </w:p>
    <w:p w14:paraId="4C4ADEF9" w14:textId="77777777" w:rsidR="0085747A" w:rsidRPr="001E1ED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E1EDA" w14:paraId="5A5A42A3" w14:textId="77777777" w:rsidTr="0071620A">
        <w:trPr>
          <w:trHeight w:val="397"/>
        </w:trPr>
        <w:tc>
          <w:tcPr>
            <w:tcW w:w="3544" w:type="dxa"/>
          </w:tcPr>
          <w:p w14:paraId="6F58D730" w14:textId="77777777" w:rsidR="0085747A" w:rsidRPr="001E1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E443962" w14:textId="77777777" w:rsidR="0085747A" w:rsidRPr="001E1EDA" w:rsidRDefault="002511E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E1EDA" w14:paraId="168D472A" w14:textId="77777777" w:rsidTr="0071620A">
        <w:trPr>
          <w:trHeight w:val="397"/>
        </w:trPr>
        <w:tc>
          <w:tcPr>
            <w:tcW w:w="3544" w:type="dxa"/>
          </w:tcPr>
          <w:p w14:paraId="53BB3F7B" w14:textId="77777777" w:rsidR="0085747A" w:rsidRPr="001E1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17F2A79" w14:textId="77777777" w:rsidR="0085747A" w:rsidRPr="001E1EDA" w:rsidRDefault="002511E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4EFDC9E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16A62C" w14:textId="77777777" w:rsidR="0085747A" w:rsidRPr="001E1ED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E1EDA">
        <w:rPr>
          <w:rFonts w:ascii="Corbel" w:hAnsi="Corbel"/>
          <w:smallCaps w:val="0"/>
          <w:szCs w:val="24"/>
        </w:rPr>
        <w:t xml:space="preserve">7. </w:t>
      </w:r>
      <w:r w:rsidR="0085747A" w:rsidRPr="001E1EDA">
        <w:rPr>
          <w:rFonts w:ascii="Corbel" w:hAnsi="Corbel"/>
          <w:smallCaps w:val="0"/>
          <w:szCs w:val="24"/>
        </w:rPr>
        <w:t>LITERATURA</w:t>
      </w:r>
      <w:r w:rsidRPr="001E1EDA">
        <w:rPr>
          <w:rFonts w:ascii="Corbel" w:hAnsi="Corbel"/>
          <w:smallCaps w:val="0"/>
          <w:szCs w:val="24"/>
        </w:rPr>
        <w:t xml:space="preserve"> </w:t>
      </w:r>
    </w:p>
    <w:p w14:paraId="1A5CD477" w14:textId="77777777" w:rsidR="00FE5A04" w:rsidRDefault="00FE5A04" w:rsidP="007542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54210" w:rsidRPr="001E1EDA" w14:paraId="35F49110" w14:textId="77777777" w:rsidTr="005836DA">
        <w:trPr>
          <w:trHeight w:val="397"/>
        </w:trPr>
        <w:tc>
          <w:tcPr>
            <w:tcW w:w="7513" w:type="dxa"/>
          </w:tcPr>
          <w:p w14:paraId="534315B6" w14:textId="77777777" w:rsidR="00754210" w:rsidRPr="00754210" w:rsidRDefault="00754210" w:rsidP="005836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54210">
              <w:rPr>
                <w:rFonts w:ascii="Corbel" w:hAnsi="Corbel"/>
                <w:b w:val="0"/>
                <w:bCs/>
                <w:smallCaps w:val="0"/>
                <w:szCs w:val="24"/>
              </w:rPr>
              <w:t>Literatura podstawowa:</w:t>
            </w:r>
          </w:p>
          <w:p w14:paraId="4FA4DA6E" w14:textId="77777777" w:rsidR="00754210" w:rsidRPr="00754210" w:rsidRDefault="00754210" w:rsidP="005836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54210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Kodeks etyczny pracowników socjalnych</w:t>
            </w:r>
          </w:p>
          <w:p w14:paraId="025C9CB6" w14:textId="77777777" w:rsidR="00754210" w:rsidRPr="00754210" w:rsidRDefault="00754210" w:rsidP="005836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</w:pPr>
            <w:r w:rsidRPr="00754210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Rybczyńska D. A., Olszak-Krzyżanowska B. (1995). Aksjologia pracy socjalnej wobec problemów i kwestii społecznych. Warszawa: Scholar.</w:t>
            </w:r>
          </w:p>
        </w:tc>
      </w:tr>
      <w:tr w:rsidR="00754210" w:rsidRPr="001E1EDA" w14:paraId="00FA3821" w14:textId="77777777" w:rsidTr="005836DA">
        <w:trPr>
          <w:trHeight w:val="1474"/>
        </w:trPr>
        <w:tc>
          <w:tcPr>
            <w:tcW w:w="7513" w:type="dxa"/>
          </w:tcPr>
          <w:p w14:paraId="026DED55" w14:textId="77777777" w:rsidR="00754210" w:rsidRPr="00754210" w:rsidRDefault="00754210" w:rsidP="005836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</w:pPr>
            <w:proofErr w:type="spellStart"/>
            <w:r w:rsidRPr="00754210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Literatura</w:t>
            </w:r>
            <w:proofErr w:type="spellEnd"/>
            <w:r w:rsidRPr="00754210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754210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uzupełniająca</w:t>
            </w:r>
            <w:proofErr w:type="spellEnd"/>
            <w:r w:rsidRPr="00754210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: </w:t>
            </w:r>
          </w:p>
          <w:p w14:paraId="4E368A2E" w14:textId="77777777" w:rsidR="00754210" w:rsidRPr="00754210" w:rsidRDefault="00754210" w:rsidP="005836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</w:pPr>
            <w:r w:rsidRPr="00754210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Fenton J. Challenges for Social Work Education in a Changing Europe, CUADERNOS DE TRABAJO SOCIAL (JAN 2021). https://revistas.ucm.es/index.php/CUTS/article/view/67852 </w:t>
            </w:r>
          </w:p>
          <w:p w14:paraId="1D5FD850" w14:textId="77777777" w:rsidR="00754210" w:rsidRPr="00754210" w:rsidRDefault="00754210" w:rsidP="005836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54210">
              <w:rPr>
                <w:rFonts w:ascii="Corbel" w:hAnsi="Corbel"/>
                <w:b w:val="0"/>
                <w:bCs/>
                <w:smallCaps w:val="0"/>
                <w:szCs w:val="24"/>
              </w:rPr>
              <w:t>Olech A. (2006). Etos zawodowy pracowników socjalnych – wartości, normy, dylematy etyczne. Katowice: Wyd. Śląsk.</w:t>
            </w:r>
          </w:p>
        </w:tc>
      </w:tr>
    </w:tbl>
    <w:p w14:paraId="764F93E5" w14:textId="77777777" w:rsidR="00FE5A04" w:rsidRDefault="00FE5A0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E9C102" w14:textId="77777777" w:rsidR="00FE5A04" w:rsidRPr="001E1EDA" w:rsidRDefault="00FE5A0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9E5DA4" w14:textId="77777777" w:rsidR="0085747A" w:rsidRPr="001E1ED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7B3657" w14:textId="77777777" w:rsidR="0085747A" w:rsidRPr="001E1ED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E1ED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E1EDA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3C3A0" w14:textId="77777777" w:rsidR="00181F73" w:rsidRDefault="00181F73" w:rsidP="00C16ABF">
      <w:pPr>
        <w:spacing w:after="0" w:line="240" w:lineRule="auto"/>
      </w:pPr>
      <w:r>
        <w:separator/>
      </w:r>
    </w:p>
  </w:endnote>
  <w:endnote w:type="continuationSeparator" w:id="0">
    <w:p w14:paraId="7E864BA6" w14:textId="77777777" w:rsidR="00181F73" w:rsidRDefault="00181F7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1574392"/>
      <w:docPartObj>
        <w:docPartGallery w:val="Page Numbers (Bottom of Page)"/>
        <w:docPartUnique/>
      </w:docPartObj>
    </w:sdtPr>
    <w:sdtEndPr/>
    <w:sdtContent>
      <w:p w14:paraId="37B90F86" w14:textId="77777777" w:rsidR="001E1EDA" w:rsidRDefault="001E1ED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2B88">
          <w:rPr>
            <w:noProof/>
          </w:rPr>
          <w:t>4</w:t>
        </w:r>
        <w:r>
          <w:fldChar w:fldCharType="end"/>
        </w:r>
      </w:p>
    </w:sdtContent>
  </w:sdt>
  <w:p w14:paraId="51956770" w14:textId="77777777" w:rsidR="001E1EDA" w:rsidRDefault="001E1E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6775A" w14:textId="77777777" w:rsidR="00181F73" w:rsidRDefault="00181F73" w:rsidP="00C16ABF">
      <w:pPr>
        <w:spacing w:after="0" w:line="240" w:lineRule="auto"/>
      </w:pPr>
      <w:r>
        <w:separator/>
      </w:r>
    </w:p>
  </w:footnote>
  <w:footnote w:type="continuationSeparator" w:id="0">
    <w:p w14:paraId="65EE2DD2" w14:textId="77777777" w:rsidR="00181F73" w:rsidRDefault="00181F73" w:rsidP="00C16ABF">
      <w:pPr>
        <w:spacing w:after="0" w:line="240" w:lineRule="auto"/>
      </w:pPr>
      <w:r>
        <w:continuationSeparator/>
      </w:r>
    </w:p>
  </w:footnote>
  <w:footnote w:id="1">
    <w:p w14:paraId="4373CB3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2F67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1F73"/>
    <w:rsid w:val="00192F37"/>
    <w:rsid w:val="001A70D2"/>
    <w:rsid w:val="001D657B"/>
    <w:rsid w:val="001D7B54"/>
    <w:rsid w:val="001E0209"/>
    <w:rsid w:val="001E1EDA"/>
    <w:rsid w:val="001F2CA2"/>
    <w:rsid w:val="002144C0"/>
    <w:rsid w:val="0022477D"/>
    <w:rsid w:val="002278A9"/>
    <w:rsid w:val="002336F9"/>
    <w:rsid w:val="0024028F"/>
    <w:rsid w:val="00244ABC"/>
    <w:rsid w:val="002511E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1453"/>
    <w:rsid w:val="00461EFC"/>
    <w:rsid w:val="004652C2"/>
    <w:rsid w:val="004706D1"/>
    <w:rsid w:val="00471326"/>
    <w:rsid w:val="00471331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775"/>
    <w:rsid w:val="005363C4"/>
    <w:rsid w:val="00536BDE"/>
    <w:rsid w:val="00543ACC"/>
    <w:rsid w:val="0056696D"/>
    <w:rsid w:val="00575097"/>
    <w:rsid w:val="0059484D"/>
    <w:rsid w:val="005A0855"/>
    <w:rsid w:val="005A3196"/>
    <w:rsid w:val="005C080F"/>
    <w:rsid w:val="005C55E5"/>
    <w:rsid w:val="005C696A"/>
    <w:rsid w:val="005C6980"/>
    <w:rsid w:val="005D3B90"/>
    <w:rsid w:val="005E6E85"/>
    <w:rsid w:val="005F31D2"/>
    <w:rsid w:val="0061029B"/>
    <w:rsid w:val="00617230"/>
    <w:rsid w:val="00621CE1"/>
    <w:rsid w:val="0062686C"/>
    <w:rsid w:val="00627FC9"/>
    <w:rsid w:val="00647FA8"/>
    <w:rsid w:val="00650C5F"/>
    <w:rsid w:val="00654934"/>
    <w:rsid w:val="006620D9"/>
    <w:rsid w:val="00671958"/>
    <w:rsid w:val="00675843"/>
    <w:rsid w:val="006938CA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210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5210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8DD"/>
    <w:rsid w:val="008F6E29"/>
    <w:rsid w:val="00916188"/>
    <w:rsid w:val="00923D7D"/>
    <w:rsid w:val="009508DF"/>
    <w:rsid w:val="00950DAC"/>
    <w:rsid w:val="00954A07"/>
    <w:rsid w:val="00992DD3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0D8"/>
    <w:rsid w:val="00A97DE1"/>
    <w:rsid w:val="00AA232D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B88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52C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246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1D7"/>
    <w:rsid w:val="00D74119"/>
    <w:rsid w:val="00D8075B"/>
    <w:rsid w:val="00D8678B"/>
    <w:rsid w:val="00DA2114"/>
    <w:rsid w:val="00DA5C3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A527A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2E09"/>
    <w:rsid w:val="00F974DA"/>
    <w:rsid w:val="00FA46E5"/>
    <w:rsid w:val="00FB7DBA"/>
    <w:rsid w:val="00FC1C25"/>
    <w:rsid w:val="00FC3F45"/>
    <w:rsid w:val="00FD503F"/>
    <w:rsid w:val="00FD7589"/>
    <w:rsid w:val="00FE5A04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5EA70"/>
  <w15:docId w15:val="{B207953C-53D2-4E19-816E-DF3F1D0E8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6F3B91-E6AD-4BFB-B3D5-A604B5AEB3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0F8227-A76C-4171-9055-800624C62E39}"/>
</file>

<file path=customXml/itemProps3.xml><?xml version="1.0" encoding="utf-8"?>
<ds:datastoreItem xmlns:ds="http://schemas.openxmlformats.org/officeDocument/2006/customXml" ds:itemID="{18461172-B33F-4F9C-A646-2954C63DE7DE}"/>
</file>

<file path=customXml/itemProps4.xml><?xml version="1.0" encoding="utf-8"?>
<ds:datastoreItem xmlns:ds="http://schemas.openxmlformats.org/officeDocument/2006/customXml" ds:itemID="{9CEBDB5E-D716-4F81-83A5-521BF86ED2D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674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3</cp:revision>
  <cp:lastPrinted>2019-02-06T12:12:00Z</cp:lastPrinted>
  <dcterms:created xsi:type="dcterms:W3CDTF">2021-09-30T14:20:00Z</dcterms:created>
  <dcterms:modified xsi:type="dcterms:W3CDTF">2021-10-01T12:42:00Z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